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D5B9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0B344C">
        <w:rPr>
          <w:rFonts w:ascii="Arial Narrow" w:hAnsi="Arial Narrow"/>
          <w:sz w:val="22"/>
          <w:lang w:val="de-DE"/>
        </w:rPr>
        <w:t>16.03.</w:t>
      </w:r>
      <w:r w:rsidR="00441C41">
        <w:rPr>
          <w:rFonts w:ascii="Arial Narrow" w:hAnsi="Arial Narrow"/>
          <w:sz w:val="22"/>
          <w:lang w:val="de-DE"/>
        </w:rPr>
        <w:t>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9C4F14" w:rsidRDefault="009C4F1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</w:p>
    <w:p w:rsidR="009C4F14" w:rsidRDefault="00293711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Müll, Altglas etc. </w:t>
      </w:r>
    </w:p>
    <w:p w:rsidR="00564954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Vorsitz</w:t>
      </w:r>
    </w:p>
    <w:p w:rsidR="00564954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Sitzungstermin</w:t>
      </w:r>
    </w:p>
    <w:p w:rsidR="00564954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Kinoprojektor</w:t>
      </w:r>
    </w:p>
    <w:p w:rsidR="00564954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Billardtisch</w:t>
      </w:r>
    </w:p>
    <w:p w:rsidR="00564954" w:rsidRDefault="00564954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Bauch-Beine-Po-</w:t>
      </w:r>
      <w:proofErr w:type="spellStart"/>
      <w:r>
        <w:rPr>
          <w:rFonts w:ascii="Arial Narrow" w:hAnsi="Arial Narrow"/>
          <w:sz w:val="22"/>
          <w:lang w:val="de-DE"/>
        </w:rPr>
        <w:t>Ref</w:t>
      </w:r>
      <w:proofErr w:type="spellEnd"/>
    </w:p>
    <w:p w:rsidR="00BB416B" w:rsidRDefault="00BB416B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bookmarkEnd w:id="0"/>
    <w:p w:rsidR="007D610C" w:rsidRPr="007D610C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</w:rPr>
      </w:pPr>
    </w:p>
    <w:sectPr w:rsidR="007D610C" w:rsidRPr="007D610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BB416B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817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A5FC4"/>
    <w:rsid w:val="000B2E2D"/>
    <w:rsid w:val="000B344C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86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3EFC"/>
    <w:rsid w:val="00273332"/>
    <w:rsid w:val="00274830"/>
    <w:rsid w:val="00293711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703"/>
    <w:rsid w:val="003E66E6"/>
    <w:rsid w:val="00401F0F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B5625"/>
    <w:rsid w:val="004B5892"/>
    <w:rsid w:val="004D1F62"/>
    <w:rsid w:val="004D70BF"/>
    <w:rsid w:val="004F5365"/>
    <w:rsid w:val="00501683"/>
    <w:rsid w:val="00501BD9"/>
    <w:rsid w:val="00531881"/>
    <w:rsid w:val="00543129"/>
    <w:rsid w:val="005454D0"/>
    <w:rsid w:val="00564954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70A"/>
    <w:rsid w:val="007D5A08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DBB"/>
    <w:rsid w:val="00883CB3"/>
    <w:rsid w:val="008A70BF"/>
    <w:rsid w:val="008B511A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C4F14"/>
    <w:rsid w:val="009D3E73"/>
    <w:rsid w:val="009E6CE4"/>
    <w:rsid w:val="009F4F2E"/>
    <w:rsid w:val="00A05515"/>
    <w:rsid w:val="00A448D9"/>
    <w:rsid w:val="00A44D35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B416B"/>
    <w:rsid w:val="00BC622C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138F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486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318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Sabrina Lange</cp:lastModifiedBy>
  <cp:revision>11</cp:revision>
  <cp:lastPrinted>2016-01-20T11:58:00Z</cp:lastPrinted>
  <dcterms:created xsi:type="dcterms:W3CDTF">2016-01-14T21:27:00Z</dcterms:created>
  <dcterms:modified xsi:type="dcterms:W3CDTF">2016-03-23T11:53:00Z</dcterms:modified>
</cp:coreProperties>
</file>